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A5C02" w14:textId="77777777" w:rsidR="002A61EB" w:rsidRDefault="0036601A" w:rsidP="002A61EB">
      <w:pPr>
        <w:ind w:rightChars="132" w:right="363"/>
        <w:rPr>
          <w:rFonts w:ascii="ＭＳ 明朝" w:hAnsi="ＭＳ 明朝"/>
          <w:sz w:val="24"/>
          <w:szCs w:val="24"/>
        </w:rPr>
      </w:pPr>
      <w:r>
        <w:rPr>
          <w:rFonts w:ascii="ＭＳ 明朝" w:hAnsi="ＭＳ 明朝" w:hint="eastAsia"/>
          <w:sz w:val="24"/>
          <w:szCs w:val="24"/>
        </w:rPr>
        <w:t>【様式第２号</w:t>
      </w:r>
      <w:r w:rsidR="002A61EB">
        <w:rPr>
          <w:rFonts w:ascii="ＭＳ 明朝" w:hAnsi="ＭＳ 明朝" w:hint="eastAsia"/>
          <w:sz w:val="24"/>
          <w:szCs w:val="24"/>
        </w:rPr>
        <w:t>】</w:t>
      </w:r>
      <w:r>
        <w:rPr>
          <w:rFonts w:ascii="ＭＳ 明朝" w:hAnsi="ＭＳ 明朝" w:hint="eastAsia"/>
          <w:sz w:val="24"/>
          <w:szCs w:val="24"/>
        </w:rPr>
        <w:t>≪市町村選管⇒外部立会人≫</w:t>
      </w:r>
    </w:p>
    <w:p w14:paraId="24989BA2" w14:textId="77777777" w:rsidR="00C67B95" w:rsidRPr="00784275" w:rsidRDefault="00D46CBF" w:rsidP="002A61EB">
      <w:pPr>
        <w:ind w:right="-2"/>
        <w:jc w:val="right"/>
        <w:rPr>
          <w:rFonts w:ascii="ＭＳ 明朝" w:hAnsi="ＭＳ 明朝"/>
          <w:sz w:val="24"/>
          <w:szCs w:val="24"/>
        </w:rPr>
      </w:pPr>
      <w:r>
        <w:rPr>
          <w:rFonts w:ascii="ＭＳ 明朝" w:hAnsi="ＭＳ 明朝" w:hint="eastAsia"/>
          <w:sz w:val="24"/>
          <w:szCs w:val="24"/>
        </w:rPr>
        <w:t xml:space="preserve">令和　　</w:t>
      </w:r>
      <w:r w:rsidR="00956AEE" w:rsidRPr="00784275">
        <w:rPr>
          <w:rFonts w:ascii="ＭＳ 明朝" w:hAnsi="ＭＳ 明朝" w:hint="eastAsia"/>
          <w:sz w:val="24"/>
          <w:szCs w:val="24"/>
        </w:rPr>
        <w:t>年</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月</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日</w:t>
      </w:r>
    </w:p>
    <w:p w14:paraId="0D9766B4" w14:textId="77777777" w:rsidR="00721CAA" w:rsidRDefault="00721CAA" w:rsidP="00721CAA">
      <w:pPr>
        <w:rPr>
          <w:rFonts w:ascii="ＭＳ 明朝" w:hAnsi="ＭＳ 明朝"/>
          <w:sz w:val="24"/>
          <w:szCs w:val="24"/>
        </w:rPr>
      </w:pPr>
    </w:p>
    <w:p w14:paraId="044BBA7F" w14:textId="77777777" w:rsidR="00721CAA" w:rsidRDefault="00721CAA" w:rsidP="00721CAA">
      <w:pPr>
        <w:rPr>
          <w:rFonts w:ascii="ＭＳ 明朝" w:hAnsi="ＭＳ 明朝"/>
          <w:sz w:val="24"/>
          <w:szCs w:val="24"/>
        </w:rPr>
      </w:pPr>
    </w:p>
    <w:p w14:paraId="683E48F7" w14:textId="77777777" w:rsidR="00C67B95" w:rsidRPr="00784275" w:rsidRDefault="00AB2E1C" w:rsidP="00784275">
      <w:pPr>
        <w:ind w:leftChars="100" w:left="275"/>
        <w:rPr>
          <w:sz w:val="24"/>
          <w:szCs w:val="24"/>
        </w:rPr>
      </w:pPr>
      <w:r>
        <w:rPr>
          <w:rFonts w:ascii="ＭＳ 明朝" w:hAnsi="ＭＳ 明朝" w:hint="eastAsia"/>
          <w:sz w:val="24"/>
          <w:szCs w:val="24"/>
        </w:rPr>
        <w:t>（外部立会人）</w:t>
      </w:r>
      <w:r w:rsidR="00B61182">
        <w:rPr>
          <w:rFonts w:ascii="ＭＳ 明朝" w:hAnsi="ＭＳ 明朝" w:hint="eastAsia"/>
          <w:sz w:val="24"/>
          <w:szCs w:val="24"/>
        </w:rPr>
        <w:t xml:space="preserve">　様</w:t>
      </w:r>
    </w:p>
    <w:p w14:paraId="388219BA" w14:textId="77777777" w:rsidR="00C67B95" w:rsidRPr="00784275" w:rsidRDefault="00C67B95" w:rsidP="00351D3D">
      <w:pPr>
        <w:rPr>
          <w:sz w:val="24"/>
          <w:szCs w:val="24"/>
        </w:rPr>
      </w:pPr>
    </w:p>
    <w:p w14:paraId="7221C0EB" w14:textId="77777777" w:rsidR="00C67B95" w:rsidRPr="00784275" w:rsidRDefault="00C67B95" w:rsidP="00351D3D">
      <w:pPr>
        <w:rPr>
          <w:sz w:val="24"/>
          <w:szCs w:val="24"/>
        </w:rPr>
      </w:pPr>
    </w:p>
    <w:p w14:paraId="13F2FB19" w14:textId="77777777" w:rsidR="00C67B95" w:rsidRPr="00784275" w:rsidRDefault="004957D1" w:rsidP="002B3A23">
      <w:pPr>
        <w:tabs>
          <w:tab w:val="left" w:pos="6096"/>
        </w:tabs>
        <w:ind w:leftChars="1792" w:left="5976" w:hangingChars="397" w:hanging="1051"/>
        <w:rPr>
          <w:sz w:val="24"/>
          <w:szCs w:val="24"/>
        </w:rPr>
      </w:pPr>
      <w:r>
        <w:rPr>
          <w:rFonts w:hint="eastAsia"/>
          <w:sz w:val="24"/>
          <w:szCs w:val="24"/>
        </w:rPr>
        <w:t>（</w:t>
      </w:r>
      <w:r w:rsidR="002B3A23">
        <w:rPr>
          <w:rFonts w:hint="eastAsia"/>
          <w:sz w:val="24"/>
          <w:szCs w:val="24"/>
        </w:rPr>
        <w:t>市</w:t>
      </w:r>
      <w:r w:rsidR="00B61182">
        <w:rPr>
          <w:rFonts w:hint="eastAsia"/>
          <w:sz w:val="24"/>
          <w:szCs w:val="24"/>
        </w:rPr>
        <w:t>町村</w:t>
      </w:r>
      <w:r>
        <w:rPr>
          <w:rFonts w:hint="eastAsia"/>
          <w:sz w:val="24"/>
          <w:szCs w:val="24"/>
        </w:rPr>
        <w:t>）</w:t>
      </w:r>
      <w:r w:rsidR="00B61182">
        <w:rPr>
          <w:rFonts w:hint="eastAsia"/>
          <w:sz w:val="24"/>
          <w:szCs w:val="24"/>
        </w:rPr>
        <w:t>選挙管理委員会</w:t>
      </w:r>
    </w:p>
    <w:p w14:paraId="6B97AE25" w14:textId="77777777" w:rsidR="004957D1" w:rsidRPr="004957D1" w:rsidRDefault="004957D1" w:rsidP="00351D3D">
      <w:pPr>
        <w:rPr>
          <w:sz w:val="24"/>
          <w:szCs w:val="24"/>
        </w:rPr>
      </w:pPr>
    </w:p>
    <w:p w14:paraId="3500A6E5" w14:textId="77777777" w:rsidR="00333222" w:rsidRDefault="002A61EB" w:rsidP="004957D1">
      <w:pPr>
        <w:jc w:val="center"/>
        <w:rPr>
          <w:sz w:val="24"/>
          <w:szCs w:val="24"/>
        </w:rPr>
      </w:pPr>
      <w:r>
        <w:rPr>
          <w:rFonts w:hint="eastAsia"/>
          <w:sz w:val="24"/>
          <w:szCs w:val="24"/>
        </w:rPr>
        <w:t>外部立会人の選定</w:t>
      </w:r>
      <w:r w:rsidR="00B61182">
        <w:rPr>
          <w:rFonts w:hint="eastAsia"/>
          <w:sz w:val="24"/>
          <w:szCs w:val="24"/>
        </w:rPr>
        <w:t>について（通知）</w:t>
      </w:r>
    </w:p>
    <w:p w14:paraId="750F76EE" w14:textId="77777777" w:rsidR="004957D1" w:rsidRPr="002A61EB" w:rsidRDefault="004957D1" w:rsidP="00351D3D">
      <w:pPr>
        <w:rPr>
          <w:sz w:val="24"/>
          <w:szCs w:val="24"/>
        </w:rPr>
      </w:pPr>
    </w:p>
    <w:p w14:paraId="6D527D32" w14:textId="77777777" w:rsidR="00C67B95" w:rsidRDefault="00B61182" w:rsidP="00721CAA">
      <w:pPr>
        <w:ind w:firstLineChars="100" w:firstLine="265"/>
        <w:rPr>
          <w:sz w:val="24"/>
          <w:szCs w:val="24"/>
        </w:rPr>
      </w:pPr>
      <w:r>
        <w:rPr>
          <w:rFonts w:ascii="ＭＳ 明朝" w:hAnsi="ＭＳ 明朝" w:hint="eastAsia"/>
          <w:sz w:val="24"/>
          <w:szCs w:val="24"/>
        </w:rPr>
        <w:t>あなたを、下記のとおり行われる指定病院等における不在者投票の外部立会人に</w:t>
      </w:r>
      <w:r w:rsidR="002A61EB">
        <w:rPr>
          <w:rFonts w:hint="eastAsia"/>
          <w:sz w:val="24"/>
          <w:szCs w:val="24"/>
        </w:rPr>
        <w:t>選定</w:t>
      </w:r>
      <w:r>
        <w:rPr>
          <w:rFonts w:hint="eastAsia"/>
          <w:sz w:val="24"/>
          <w:szCs w:val="24"/>
        </w:rPr>
        <w:t>しましたので通知します。</w:t>
      </w:r>
    </w:p>
    <w:p w14:paraId="1099E75F" w14:textId="77777777" w:rsidR="002A61EB" w:rsidRPr="002A61EB" w:rsidRDefault="002A61EB" w:rsidP="00B61182">
      <w:pPr>
        <w:rPr>
          <w:sz w:val="24"/>
          <w:szCs w:val="24"/>
        </w:rPr>
      </w:pPr>
    </w:p>
    <w:p w14:paraId="7B4DD2E4" w14:textId="77777777" w:rsidR="00B61182" w:rsidRPr="00784275" w:rsidRDefault="00B61182" w:rsidP="00B61182">
      <w:pPr>
        <w:jc w:val="center"/>
        <w:rPr>
          <w:sz w:val="24"/>
          <w:szCs w:val="24"/>
        </w:rPr>
      </w:pPr>
      <w:r>
        <w:rPr>
          <w:rFonts w:hint="eastAsia"/>
          <w:sz w:val="24"/>
          <w:szCs w:val="24"/>
        </w:rPr>
        <w:t>記</w:t>
      </w:r>
    </w:p>
    <w:p w14:paraId="73A07B8C" w14:textId="77777777" w:rsidR="00333222" w:rsidRDefault="00333222" w:rsidP="00351D3D">
      <w:pPr>
        <w:rPr>
          <w:sz w:val="24"/>
          <w:szCs w:val="24"/>
        </w:rPr>
      </w:pPr>
    </w:p>
    <w:p w14:paraId="6EB09A79" w14:textId="77777777" w:rsidR="008E7C8D" w:rsidRDefault="008E7C8D" w:rsidP="00351D3D">
      <w:pPr>
        <w:rPr>
          <w:sz w:val="24"/>
          <w:szCs w:val="24"/>
        </w:rPr>
      </w:pPr>
      <w:r>
        <w:rPr>
          <w:rFonts w:hint="eastAsia"/>
          <w:sz w:val="24"/>
          <w:szCs w:val="24"/>
        </w:rPr>
        <w:t>従事日</w:t>
      </w:r>
      <w:r w:rsidR="00B61182">
        <w:rPr>
          <w:rFonts w:hint="eastAsia"/>
          <w:sz w:val="24"/>
          <w:szCs w:val="24"/>
        </w:rPr>
        <w:t>時</w:t>
      </w:r>
      <w:r>
        <w:rPr>
          <w:rFonts w:hint="eastAsia"/>
          <w:sz w:val="24"/>
          <w:szCs w:val="24"/>
        </w:rPr>
        <w:t xml:space="preserve"> </w:t>
      </w:r>
      <w:r w:rsidR="00B61182">
        <w:rPr>
          <w:rFonts w:hint="eastAsia"/>
          <w:sz w:val="24"/>
          <w:szCs w:val="24"/>
        </w:rPr>
        <w:t>：</w:t>
      </w:r>
      <w:r w:rsidR="002A61EB">
        <w:rPr>
          <w:rFonts w:hint="eastAsia"/>
          <w:sz w:val="24"/>
          <w:szCs w:val="24"/>
        </w:rPr>
        <w:t xml:space="preserve"> </w:t>
      </w:r>
      <w:r w:rsidR="00921CED">
        <w:rPr>
          <w:rFonts w:hint="eastAsia"/>
          <w:sz w:val="24"/>
          <w:szCs w:val="24"/>
        </w:rPr>
        <w:t>令和</w:t>
      </w:r>
      <w:r w:rsidR="00BD3FFC">
        <w:rPr>
          <w:rFonts w:hint="eastAsia"/>
          <w:sz w:val="24"/>
          <w:szCs w:val="24"/>
        </w:rPr>
        <w:t xml:space="preserve">　　年　　月　　日（　）○○：○○～</w:t>
      </w:r>
      <w:r w:rsidR="002A61EB">
        <w:rPr>
          <w:rFonts w:hint="eastAsia"/>
          <w:sz w:val="24"/>
          <w:szCs w:val="24"/>
        </w:rPr>
        <w:t>○○：○○</w:t>
      </w:r>
      <w:r w:rsidR="00BD3FFC">
        <w:rPr>
          <w:rFonts w:hint="eastAsia"/>
          <w:sz w:val="24"/>
          <w:szCs w:val="24"/>
        </w:rPr>
        <w:t>（予定）</w:t>
      </w:r>
    </w:p>
    <w:p w14:paraId="08231476" w14:textId="77777777" w:rsidR="008E7C8D" w:rsidRPr="008E7C8D" w:rsidRDefault="008E7C8D" w:rsidP="00351D3D">
      <w:pPr>
        <w:rPr>
          <w:sz w:val="24"/>
          <w:szCs w:val="24"/>
        </w:rPr>
      </w:pPr>
    </w:p>
    <w:p w14:paraId="44D4BA20" w14:textId="1E136CFB" w:rsidR="008E7C8D" w:rsidRDefault="008E7C8D" w:rsidP="00351D3D">
      <w:pPr>
        <w:rPr>
          <w:sz w:val="24"/>
          <w:szCs w:val="24"/>
        </w:rPr>
      </w:pPr>
      <w:r w:rsidRPr="008E7C8D">
        <w:rPr>
          <w:rFonts w:hint="eastAsia"/>
          <w:w w:val="88"/>
          <w:kern w:val="0"/>
          <w:sz w:val="24"/>
          <w:szCs w:val="24"/>
          <w:fitText w:val="1060" w:id="459025920"/>
        </w:rPr>
        <w:t>選挙の種類</w:t>
      </w:r>
      <w:r>
        <w:rPr>
          <w:rFonts w:hint="eastAsia"/>
          <w:sz w:val="24"/>
          <w:szCs w:val="24"/>
        </w:rPr>
        <w:t xml:space="preserve"> </w:t>
      </w:r>
      <w:r>
        <w:rPr>
          <w:rFonts w:hint="eastAsia"/>
          <w:sz w:val="24"/>
          <w:szCs w:val="24"/>
        </w:rPr>
        <w:t>：</w:t>
      </w:r>
      <w:r>
        <w:rPr>
          <w:rFonts w:hint="eastAsia"/>
          <w:sz w:val="24"/>
          <w:szCs w:val="24"/>
        </w:rPr>
        <w:t xml:space="preserve"> </w:t>
      </w:r>
      <w:r w:rsidR="00930050" w:rsidRPr="00CA1B95">
        <w:rPr>
          <w:rFonts w:ascii="ＭＳ 明朝" w:hAnsi="ＭＳ 明朝" w:hint="eastAsia"/>
          <w:spacing w:val="6"/>
          <w:kern w:val="0"/>
          <w:sz w:val="24"/>
          <w:szCs w:val="24"/>
          <w:fitText w:val="7288" w:id="-1731560960"/>
        </w:rPr>
        <w:t>第</w:t>
      </w:r>
      <w:r w:rsidR="00A639B3" w:rsidRPr="00CA1B95">
        <w:rPr>
          <w:rFonts w:ascii="ＭＳ 明朝" w:hAnsi="ＭＳ 明朝" w:hint="eastAsia"/>
          <w:spacing w:val="6"/>
          <w:kern w:val="0"/>
          <w:sz w:val="24"/>
          <w:szCs w:val="24"/>
          <w:fitText w:val="7288" w:id="-1731560960"/>
        </w:rPr>
        <w:t>5</w:t>
      </w:r>
      <w:r w:rsidR="00CA1B95" w:rsidRPr="00CA1B95">
        <w:rPr>
          <w:rFonts w:ascii="ＭＳ 明朝" w:hAnsi="ＭＳ 明朝" w:hint="eastAsia"/>
          <w:spacing w:val="6"/>
          <w:kern w:val="0"/>
          <w:sz w:val="24"/>
          <w:szCs w:val="24"/>
          <w:fitText w:val="7288" w:id="-1731560960"/>
        </w:rPr>
        <w:t>1</w:t>
      </w:r>
      <w:r w:rsidR="00930050" w:rsidRPr="00CA1B95">
        <w:rPr>
          <w:rFonts w:ascii="ＭＳ 明朝" w:hAnsi="ＭＳ 明朝" w:hint="eastAsia"/>
          <w:spacing w:val="6"/>
          <w:kern w:val="0"/>
          <w:sz w:val="24"/>
          <w:szCs w:val="24"/>
          <w:fitText w:val="7288" w:id="-1731560960"/>
        </w:rPr>
        <w:t>回</w:t>
      </w:r>
      <w:r w:rsidR="009E5300" w:rsidRPr="00CA1B95">
        <w:rPr>
          <w:rFonts w:ascii="ＭＳ 明朝" w:hAnsi="ＭＳ 明朝" w:hint="eastAsia"/>
          <w:spacing w:val="6"/>
          <w:kern w:val="0"/>
          <w:sz w:val="24"/>
          <w:szCs w:val="24"/>
          <w:fitText w:val="7288" w:id="-1731560960"/>
        </w:rPr>
        <w:t>衆</w:t>
      </w:r>
      <w:r w:rsidR="00746473" w:rsidRPr="00CA1B95">
        <w:rPr>
          <w:rFonts w:ascii="ＭＳ 明朝" w:hAnsi="ＭＳ 明朝" w:hint="eastAsia"/>
          <w:spacing w:val="6"/>
          <w:kern w:val="0"/>
          <w:sz w:val="24"/>
          <w:szCs w:val="24"/>
          <w:fitText w:val="7288" w:id="-1731560960"/>
        </w:rPr>
        <w:t>議院議員</w:t>
      </w:r>
      <w:r w:rsidR="009E5300" w:rsidRPr="00CA1B95">
        <w:rPr>
          <w:rFonts w:ascii="ＭＳ 明朝" w:hAnsi="ＭＳ 明朝" w:hint="eastAsia"/>
          <w:spacing w:val="6"/>
          <w:kern w:val="0"/>
          <w:sz w:val="24"/>
          <w:szCs w:val="24"/>
          <w:fitText w:val="7288" w:id="-1731560960"/>
        </w:rPr>
        <w:t>総</w:t>
      </w:r>
      <w:r w:rsidR="00746473" w:rsidRPr="00CA1B95">
        <w:rPr>
          <w:rFonts w:ascii="ＭＳ 明朝" w:hAnsi="ＭＳ 明朝" w:hint="eastAsia"/>
          <w:spacing w:val="6"/>
          <w:kern w:val="0"/>
          <w:sz w:val="24"/>
          <w:szCs w:val="24"/>
          <w:fitText w:val="7288" w:id="-1731560960"/>
        </w:rPr>
        <w:t>選挙</w:t>
      </w:r>
      <w:r w:rsidR="001A0281" w:rsidRPr="00CA1B95">
        <w:rPr>
          <w:rFonts w:ascii="ＭＳ 明朝" w:hAnsi="ＭＳ 明朝" w:hint="eastAsia"/>
          <w:spacing w:val="6"/>
          <w:kern w:val="0"/>
          <w:sz w:val="24"/>
          <w:szCs w:val="24"/>
          <w:fitText w:val="7288" w:id="-1731560960"/>
        </w:rPr>
        <w:t>及び</w:t>
      </w:r>
      <w:r w:rsidR="00930050" w:rsidRPr="00CA1B95">
        <w:rPr>
          <w:rFonts w:ascii="ＭＳ 明朝" w:hAnsi="ＭＳ 明朝" w:hint="eastAsia"/>
          <w:spacing w:val="6"/>
          <w:kern w:val="0"/>
          <w:sz w:val="24"/>
          <w:szCs w:val="24"/>
          <w:fitText w:val="7288" w:id="-1731560960"/>
        </w:rPr>
        <w:t>第</w:t>
      </w:r>
      <w:r w:rsidR="00A639B3" w:rsidRPr="00CA1B95">
        <w:rPr>
          <w:rFonts w:ascii="ＭＳ 明朝" w:hAnsi="ＭＳ 明朝" w:hint="eastAsia"/>
          <w:spacing w:val="6"/>
          <w:kern w:val="0"/>
          <w:sz w:val="24"/>
          <w:szCs w:val="24"/>
          <w:fitText w:val="7288" w:id="-1731560960"/>
        </w:rPr>
        <w:t>2</w:t>
      </w:r>
      <w:r w:rsidR="00CA1B95" w:rsidRPr="00CA1B95">
        <w:rPr>
          <w:rFonts w:ascii="ＭＳ 明朝" w:hAnsi="ＭＳ 明朝" w:hint="eastAsia"/>
          <w:spacing w:val="6"/>
          <w:kern w:val="0"/>
          <w:sz w:val="24"/>
          <w:szCs w:val="24"/>
          <w:fitText w:val="7288" w:id="-1731560960"/>
        </w:rPr>
        <w:t>7</w:t>
      </w:r>
      <w:r w:rsidR="00930050" w:rsidRPr="00CA1B95">
        <w:rPr>
          <w:rFonts w:ascii="ＭＳ 明朝" w:hAnsi="ＭＳ 明朝" w:hint="eastAsia"/>
          <w:spacing w:val="6"/>
          <w:kern w:val="0"/>
          <w:sz w:val="24"/>
          <w:szCs w:val="24"/>
          <w:fitText w:val="7288" w:id="-1731560960"/>
        </w:rPr>
        <w:t>回</w:t>
      </w:r>
      <w:r w:rsidR="001A0281" w:rsidRPr="00CA1B95">
        <w:rPr>
          <w:rFonts w:ascii="ＭＳ 明朝" w:hAnsi="ＭＳ 明朝" w:hint="eastAsia"/>
          <w:spacing w:val="6"/>
          <w:kern w:val="0"/>
          <w:sz w:val="24"/>
          <w:szCs w:val="24"/>
          <w:fitText w:val="7288" w:id="-1731560960"/>
        </w:rPr>
        <w:t>最高裁判所裁判官国民審</w:t>
      </w:r>
      <w:r w:rsidR="001A0281" w:rsidRPr="00CA1B95">
        <w:rPr>
          <w:rFonts w:ascii="ＭＳ 明朝" w:hAnsi="ＭＳ 明朝" w:hint="eastAsia"/>
          <w:spacing w:val="-4"/>
          <w:kern w:val="0"/>
          <w:sz w:val="24"/>
          <w:szCs w:val="24"/>
          <w:fitText w:val="7288" w:id="-1731560960"/>
        </w:rPr>
        <w:t>査</w:t>
      </w:r>
    </w:p>
    <w:p w14:paraId="2FF52D80" w14:textId="77777777" w:rsidR="008E7C8D" w:rsidRDefault="008E7C8D" w:rsidP="00351D3D">
      <w:pPr>
        <w:rPr>
          <w:sz w:val="24"/>
          <w:szCs w:val="24"/>
        </w:rPr>
      </w:pPr>
    </w:p>
    <w:p w14:paraId="6BDF531A" w14:textId="77777777" w:rsidR="002A61EB" w:rsidRDefault="008E7C8D" w:rsidP="00351D3D">
      <w:pPr>
        <w:rPr>
          <w:sz w:val="24"/>
          <w:szCs w:val="24"/>
        </w:rPr>
      </w:pPr>
      <w:r w:rsidRPr="008E7C8D">
        <w:rPr>
          <w:rFonts w:hint="eastAsia"/>
          <w:w w:val="88"/>
          <w:kern w:val="0"/>
          <w:sz w:val="24"/>
          <w:szCs w:val="24"/>
          <w:fitText w:val="1060" w:id="459026176"/>
        </w:rPr>
        <w:t>施設所在地</w:t>
      </w:r>
      <w:r w:rsidR="002A61EB">
        <w:rPr>
          <w:rFonts w:hint="eastAsia"/>
          <w:sz w:val="24"/>
          <w:szCs w:val="24"/>
        </w:rPr>
        <w:t xml:space="preserve"> </w:t>
      </w:r>
      <w:r w:rsidR="002A61EB">
        <w:rPr>
          <w:rFonts w:hint="eastAsia"/>
          <w:sz w:val="24"/>
          <w:szCs w:val="24"/>
        </w:rPr>
        <w:t>：</w:t>
      </w:r>
      <w:r>
        <w:rPr>
          <w:rFonts w:hint="eastAsia"/>
          <w:sz w:val="24"/>
          <w:szCs w:val="24"/>
        </w:rPr>
        <w:t xml:space="preserve"> </w:t>
      </w:r>
      <w:r>
        <w:rPr>
          <w:rFonts w:hint="eastAsia"/>
          <w:sz w:val="24"/>
          <w:szCs w:val="24"/>
        </w:rPr>
        <w:t>（〒　　－　　　）　○○市○○町□丁目◇－×</w:t>
      </w:r>
    </w:p>
    <w:p w14:paraId="7183F0D9" w14:textId="77777777" w:rsidR="008E7C8D" w:rsidRPr="002A61EB" w:rsidRDefault="008E7C8D" w:rsidP="00351D3D">
      <w:pPr>
        <w:rPr>
          <w:sz w:val="24"/>
          <w:szCs w:val="24"/>
        </w:rPr>
      </w:pPr>
    </w:p>
    <w:p w14:paraId="6DBB9DF4" w14:textId="77777777" w:rsidR="008E7C8D" w:rsidRDefault="00B61182" w:rsidP="00351D3D">
      <w:pPr>
        <w:rPr>
          <w:sz w:val="24"/>
          <w:szCs w:val="24"/>
        </w:rPr>
      </w:pPr>
      <w:r>
        <w:rPr>
          <w:rFonts w:hint="eastAsia"/>
          <w:sz w:val="24"/>
          <w:szCs w:val="24"/>
        </w:rPr>
        <w:t>施</w:t>
      </w:r>
      <w:r>
        <w:rPr>
          <w:rFonts w:hint="eastAsia"/>
          <w:sz w:val="24"/>
          <w:szCs w:val="24"/>
        </w:rPr>
        <w:t xml:space="preserve"> </w:t>
      </w:r>
      <w:r>
        <w:rPr>
          <w:rFonts w:hint="eastAsia"/>
          <w:sz w:val="24"/>
          <w:szCs w:val="24"/>
        </w:rPr>
        <w:t>設</w:t>
      </w:r>
      <w:r>
        <w:rPr>
          <w:rFonts w:hint="eastAsia"/>
          <w:sz w:val="24"/>
          <w:szCs w:val="24"/>
        </w:rPr>
        <w:t xml:space="preserve"> </w:t>
      </w:r>
      <w:r>
        <w:rPr>
          <w:rFonts w:hint="eastAsia"/>
          <w:sz w:val="24"/>
          <w:szCs w:val="24"/>
        </w:rPr>
        <w:t>名</w:t>
      </w:r>
      <w:r w:rsidR="002A61EB">
        <w:rPr>
          <w:rFonts w:hint="eastAsia"/>
          <w:sz w:val="24"/>
          <w:szCs w:val="24"/>
        </w:rPr>
        <w:t xml:space="preserve"> </w:t>
      </w:r>
      <w:r>
        <w:rPr>
          <w:rFonts w:hint="eastAsia"/>
          <w:sz w:val="24"/>
          <w:szCs w:val="24"/>
        </w:rPr>
        <w:t>：</w:t>
      </w:r>
      <w:r w:rsidR="002A61EB">
        <w:rPr>
          <w:rFonts w:hint="eastAsia"/>
          <w:sz w:val="24"/>
          <w:szCs w:val="24"/>
        </w:rPr>
        <w:t xml:space="preserve"> </w:t>
      </w:r>
      <w:r w:rsidR="002A61EB">
        <w:rPr>
          <w:rFonts w:hint="eastAsia"/>
          <w:sz w:val="24"/>
          <w:szCs w:val="24"/>
        </w:rPr>
        <w:t>○○○○ホーム　（従事場所</w:t>
      </w:r>
      <w:r w:rsidR="002A61EB">
        <w:rPr>
          <w:rFonts w:hint="eastAsia"/>
          <w:sz w:val="24"/>
          <w:szCs w:val="24"/>
        </w:rPr>
        <w:t xml:space="preserve"> </w:t>
      </w:r>
      <w:r w:rsidR="002A61EB">
        <w:rPr>
          <w:rFonts w:hint="eastAsia"/>
          <w:sz w:val="24"/>
          <w:szCs w:val="24"/>
        </w:rPr>
        <w:t>：</w:t>
      </w:r>
      <w:r w:rsidR="002A61EB">
        <w:rPr>
          <w:rFonts w:hint="eastAsia"/>
          <w:sz w:val="24"/>
          <w:szCs w:val="24"/>
        </w:rPr>
        <w:t xml:space="preserve"> </w:t>
      </w:r>
      <w:r w:rsidR="002A61EB">
        <w:rPr>
          <w:rFonts w:hint="eastAsia"/>
          <w:sz w:val="24"/>
          <w:szCs w:val="24"/>
        </w:rPr>
        <w:t>○○○○室）</w:t>
      </w:r>
    </w:p>
    <w:p w14:paraId="51A793D9" w14:textId="77777777" w:rsidR="008E7C8D" w:rsidRDefault="008E7C8D" w:rsidP="00351D3D">
      <w:pPr>
        <w:rPr>
          <w:sz w:val="24"/>
          <w:szCs w:val="24"/>
        </w:rPr>
      </w:pPr>
    </w:p>
    <w:p w14:paraId="24DFCF90" w14:textId="77777777" w:rsidR="00B61182" w:rsidRDefault="008E7C8D" w:rsidP="00351D3D">
      <w:pPr>
        <w:rPr>
          <w:sz w:val="24"/>
          <w:szCs w:val="24"/>
        </w:rPr>
      </w:pPr>
      <w:r w:rsidRPr="008E7C8D">
        <w:rPr>
          <w:rFonts w:hint="eastAsia"/>
          <w:w w:val="88"/>
          <w:kern w:val="0"/>
          <w:sz w:val="24"/>
          <w:szCs w:val="24"/>
          <w:fitText w:val="1060" w:id="459026688"/>
        </w:rPr>
        <w:t>施設担当者</w:t>
      </w:r>
      <w:r>
        <w:rPr>
          <w:rFonts w:hint="eastAsia"/>
          <w:sz w:val="24"/>
          <w:szCs w:val="24"/>
        </w:rPr>
        <w:t xml:space="preserve"> </w:t>
      </w:r>
      <w:r>
        <w:rPr>
          <w:rFonts w:hint="eastAsia"/>
          <w:sz w:val="24"/>
          <w:szCs w:val="24"/>
        </w:rPr>
        <w:t>：</w:t>
      </w:r>
      <w:r>
        <w:rPr>
          <w:rFonts w:hint="eastAsia"/>
          <w:sz w:val="24"/>
          <w:szCs w:val="24"/>
        </w:rPr>
        <w:t xml:space="preserve"> </w:t>
      </w:r>
    </w:p>
    <w:p w14:paraId="392A9816" w14:textId="77777777" w:rsidR="008E7C8D" w:rsidRDefault="008E7C8D" w:rsidP="00351D3D">
      <w:pPr>
        <w:rPr>
          <w:sz w:val="24"/>
          <w:szCs w:val="24"/>
        </w:rPr>
      </w:pPr>
    </w:p>
    <w:p w14:paraId="3219567D" w14:textId="77777777" w:rsidR="00A45DB1" w:rsidRDefault="008E7C8D" w:rsidP="00351D3D">
      <w:pPr>
        <w:rPr>
          <w:sz w:val="24"/>
          <w:szCs w:val="24"/>
        </w:rPr>
      </w:pPr>
      <w:r>
        <w:rPr>
          <w:rFonts w:hint="eastAsia"/>
          <w:sz w:val="24"/>
          <w:szCs w:val="24"/>
        </w:rPr>
        <w:t>電話番号</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14:paraId="1117D2BA" w14:textId="77777777" w:rsidR="002A61EB" w:rsidRDefault="002A61EB" w:rsidP="00351D3D">
      <w:pPr>
        <w:rPr>
          <w:sz w:val="24"/>
          <w:szCs w:val="24"/>
        </w:rPr>
      </w:pPr>
    </w:p>
    <w:p w14:paraId="59FBF0D3" w14:textId="77777777" w:rsidR="00B61182" w:rsidRPr="008E7C8D" w:rsidRDefault="008E7C8D" w:rsidP="00351D3D">
      <w:pPr>
        <w:rPr>
          <w:sz w:val="24"/>
          <w:szCs w:val="24"/>
        </w:rPr>
      </w:pPr>
      <w:r>
        <w:rPr>
          <w:rFonts w:hint="eastAsia"/>
          <w:sz w:val="24"/>
          <w:szCs w:val="24"/>
        </w:rPr>
        <w:t>備　　考</w:t>
      </w:r>
      <w:r>
        <w:rPr>
          <w:rFonts w:hint="eastAsia"/>
          <w:sz w:val="24"/>
          <w:szCs w:val="24"/>
        </w:rPr>
        <w:t xml:space="preserve"> </w:t>
      </w:r>
      <w:r>
        <w:rPr>
          <w:rFonts w:hint="eastAsia"/>
          <w:sz w:val="24"/>
          <w:szCs w:val="24"/>
        </w:rPr>
        <w:t>：</w:t>
      </w:r>
      <w:r>
        <w:rPr>
          <w:rFonts w:hint="eastAsia"/>
          <w:sz w:val="24"/>
          <w:szCs w:val="24"/>
        </w:rPr>
        <w:t xml:space="preserve"> </w:t>
      </w:r>
    </w:p>
    <w:p w14:paraId="3152C4E4" w14:textId="77777777" w:rsidR="002A61EB" w:rsidRDefault="002A61EB" w:rsidP="00351D3D">
      <w:pPr>
        <w:rPr>
          <w:sz w:val="24"/>
          <w:szCs w:val="24"/>
        </w:rPr>
      </w:pPr>
    </w:p>
    <w:sectPr w:rsidR="002A61EB" w:rsidSect="00D02CF9">
      <w:footerReference w:type="default" r:id="rId6"/>
      <w:pgSz w:w="11906" w:h="16838" w:code="9"/>
      <w:pgMar w:top="1418" w:right="1418" w:bottom="1418" w:left="1418" w:header="720" w:footer="720" w:gutter="0"/>
      <w:cols w:space="720"/>
      <w:noEndnote/>
      <w:docGrid w:type="linesAndChars" w:linePitch="424" w:charSpace="50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A5717" w14:textId="77777777" w:rsidR="0060343B" w:rsidRDefault="0060343B">
      <w:r>
        <w:separator/>
      </w:r>
    </w:p>
  </w:endnote>
  <w:endnote w:type="continuationSeparator" w:id="0">
    <w:p w14:paraId="1887410C" w14:textId="77777777" w:rsidR="0060343B" w:rsidRDefault="0060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48596" w14:textId="77777777" w:rsidR="00AB2E1C" w:rsidRDefault="00AB2E1C">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0A25E" w14:textId="77777777" w:rsidR="0060343B" w:rsidRDefault="0060343B">
      <w:r>
        <w:separator/>
      </w:r>
    </w:p>
  </w:footnote>
  <w:footnote w:type="continuationSeparator" w:id="0">
    <w:p w14:paraId="1579686B" w14:textId="77777777" w:rsidR="0060343B" w:rsidRDefault="00603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1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0EC"/>
    <w:rsid w:val="000052C8"/>
    <w:rsid w:val="00005AB7"/>
    <w:rsid w:val="00016E66"/>
    <w:rsid w:val="0002068C"/>
    <w:rsid w:val="00024016"/>
    <w:rsid w:val="00027BA2"/>
    <w:rsid w:val="000569F1"/>
    <w:rsid w:val="000613EF"/>
    <w:rsid w:val="000618BA"/>
    <w:rsid w:val="000645A4"/>
    <w:rsid w:val="00077FB4"/>
    <w:rsid w:val="00082ACF"/>
    <w:rsid w:val="000944E4"/>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0281"/>
    <w:rsid w:val="001A58B9"/>
    <w:rsid w:val="001A60CC"/>
    <w:rsid w:val="001A7C77"/>
    <w:rsid w:val="001D45AE"/>
    <w:rsid w:val="001D6A1C"/>
    <w:rsid w:val="001D74BA"/>
    <w:rsid w:val="001F00A5"/>
    <w:rsid w:val="001F45FB"/>
    <w:rsid w:val="001F4BE5"/>
    <w:rsid w:val="0020152C"/>
    <w:rsid w:val="00202432"/>
    <w:rsid w:val="002047F9"/>
    <w:rsid w:val="00210FE6"/>
    <w:rsid w:val="0022643C"/>
    <w:rsid w:val="00226FE9"/>
    <w:rsid w:val="00263814"/>
    <w:rsid w:val="0026767F"/>
    <w:rsid w:val="00270D74"/>
    <w:rsid w:val="002718E2"/>
    <w:rsid w:val="0027750F"/>
    <w:rsid w:val="00280E8F"/>
    <w:rsid w:val="00280F89"/>
    <w:rsid w:val="0028188A"/>
    <w:rsid w:val="00297F24"/>
    <w:rsid w:val="002A1D9A"/>
    <w:rsid w:val="002A61EB"/>
    <w:rsid w:val="002B3A23"/>
    <w:rsid w:val="002B4610"/>
    <w:rsid w:val="002B771B"/>
    <w:rsid w:val="002C0DAE"/>
    <w:rsid w:val="002C1237"/>
    <w:rsid w:val="002C326A"/>
    <w:rsid w:val="002C3293"/>
    <w:rsid w:val="002D270F"/>
    <w:rsid w:val="002E2859"/>
    <w:rsid w:val="00306911"/>
    <w:rsid w:val="00306BC1"/>
    <w:rsid w:val="003116F3"/>
    <w:rsid w:val="003231A5"/>
    <w:rsid w:val="00325BD6"/>
    <w:rsid w:val="00326707"/>
    <w:rsid w:val="00333222"/>
    <w:rsid w:val="00333F2A"/>
    <w:rsid w:val="00351D3D"/>
    <w:rsid w:val="003565FC"/>
    <w:rsid w:val="0036601A"/>
    <w:rsid w:val="00366B36"/>
    <w:rsid w:val="00385979"/>
    <w:rsid w:val="003B0EBB"/>
    <w:rsid w:val="003C299F"/>
    <w:rsid w:val="003C4238"/>
    <w:rsid w:val="003C6BF3"/>
    <w:rsid w:val="003C7AE8"/>
    <w:rsid w:val="003C7ED1"/>
    <w:rsid w:val="003D0859"/>
    <w:rsid w:val="003D1C6D"/>
    <w:rsid w:val="003D7254"/>
    <w:rsid w:val="003E7293"/>
    <w:rsid w:val="003F4A85"/>
    <w:rsid w:val="004028B4"/>
    <w:rsid w:val="0041054D"/>
    <w:rsid w:val="004261D3"/>
    <w:rsid w:val="004277ED"/>
    <w:rsid w:val="00430FEB"/>
    <w:rsid w:val="004433DA"/>
    <w:rsid w:val="00444743"/>
    <w:rsid w:val="00447339"/>
    <w:rsid w:val="004551EF"/>
    <w:rsid w:val="00457D77"/>
    <w:rsid w:val="00463D9E"/>
    <w:rsid w:val="0048326E"/>
    <w:rsid w:val="00483E12"/>
    <w:rsid w:val="00487249"/>
    <w:rsid w:val="004957D1"/>
    <w:rsid w:val="00496F37"/>
    <w:rsid w:val="004A225F"/>
    <w:rsid w:val="004C0104"/>
    <w:rsid w:val="004C377E"/>
    <w:rsid w:val="004C6DB3"/>
    <w:rsid w:val="004E6B1A"/>
    <w:rsid w:val="004E7BB0"/>
    <w:rsid w:val="004F25E2"/>
    <w:rsid w:val="00504CC4"/>
    <w:rsid w:val="0050793F"/>
    <w:rsid w:val="00542E83"/>
    <w:rsid w:val="005576ED"/>
    <w:rsid w:val="0057233C"/>
    <w:rsid w:val="00581C16"/>
    <w:rsid w:val="00584FB9"/>
    <w:rsid w:val="00592CCA"/>
    <w:rsid w:val="005B04B1"/>
    <w:rsid w:val="005B749B"/>
    <w:rsid w:val="005C0961"/>
    <w:rsid w:val="005E2168"/>
    <w:rsid w:val="005F3597"/>
    <w:rsid w:val="005F443C"/>
    <w:rsid w:val="0060304B"/>
    <w:rsid w:val="0060343B"/>
    <w:rsid w:val="00614C1B"/>
    <w:rsid w:val="00621ABD"/>
    <w:rsid w:val="00631E7C"/>
    <w:rsid w:val="00661A2C"/>
    <w:rsid w:val="00664EB9"/>
    <w:rsid w:val="00666F32"/>
    <w:rsid w:val="00667187"/>
    <w:rsid w:val="0068176E"/>
    <w:rsid w:val="00686A9A"/>
    <w:rsid w:val="0069324F"/>
    <w:rsid w:val="006956A7"/>
    <w:rsid w:val="006A6E3C"/>
    <w:rsid w:val="006E1E0A"/>
    <w:rsid w:val="006E4951"/>
    <w:rsid w:val="00705732"/>
    <w:rsid w:val="007071DD"/>
    <w:rsid w:val="00714D51"/>
    <w:rsid w:val="00721CAA"/>
    <w:rsid w:val="00744B3C"/>
    <w:rsid w:val="00746473"/>
    <w:rsid w:val="00752304"/>
    <w:rsid w:val="00753713"/>
    <w:rsid w:val="007569A3"/>
    <w:rsid w:val="0076208F"/>
    <w:rsid w:val="00763D60"/>
    <w:rsid w:val="007668C9"/>
    <w:rsid w:val="00780C2E"/>
    <w:rsid w:val="00784275"/>
    <w:rsid w:val="007857B1"/>
    <w:rsid w:val="0079169D"/>
    <w:rsid w:val="00792C58"/>
    <w:rsid w:val="00793946"/>
    <w:rsid w:val="00797CAD"/>
    <w:rsid w:val="007A50F1"/>
    <w:rsid w:val="007A621B"/>
    <w:rsid w:val="007B656A"/>
    <w:rsid w:val="007D0389"/>
    <w:rsid w:val="007D156E"/>
    <w:rsid w:val="007D18E4"/>
    <w:rsid w:val="007D57B7"/>
    <w:rsid w:val="007F425D"/>
    <w:rsid w:val="008069DA"/>
    <w:rsid w:val="008146BB"/>
    <w:rsid w:val="0082519F"/>
    <w:rsid w:val="00833318"/>
    <w:rsid w:val="00850566"/>
    <w:rsid w:val="008565F9"/>
    <w:rsid w:val="008646FA"/>
    <w:rsid w:val="00871FF9"/>
    <w:rsid w:val="0087295B"/>
    <w:rsid w:val="00892040"/>
    <w:rsid w:val="008A6A96"/>
    <w:rsid w:val="008B4A9F"/>
    <w:rsid w:val="008C2149"/>
    <w:rsid w:val="008C3634"/>
    <w:rsid w:val="008D1C80"/>
    <w:rsid w:val="008D2091"/>
    <w:rsid w:val="008D286E"/>
    <w:rsid w:val="008D2D1A"/>
    <w:rsid w:val="008E7241"/>
    <w:rsid w:val="008E79FB"/>
    <w:rsid w:val="008E7C8D"/>
    <w:rsid w:val="00920E65"/>
    <w:rsid w:val="00921CED"/>
    <w:rsid w:val="00930050"/>
    <w:rsid w:val="00935715"/>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D3095"/>
    <w:rsid w:val="009D5FAB"/>
    <w:rsid w:val="009E5300"/>
    <w:rsid w:val="009F4EF0"/>
    <w:rsid w:val="009F724E"/>
    <w:rsid w:val="00A13BCF"/>
    <w:rsid w:val="00A15160"/>
    <w:rsid w:val="00A16B42"/>
    <w:rsid w:val="00A24FE7"/>
    <w:rsid w:val="00A36AA8"/>
    <w:rsid w:val="00A45DB1"/>
    <w:rsid w:val="00A4679E"/>
    <w:rsid w:val="00A639B3"/>
    <w:rsid w:val="00A64AFF"/>
    <w:rsid w:val="00A71418"/>
    <w:rsid w:val="00A9147C"/>
    <w:rsid w:val="00A92E30"/>
    <w:rsid w:val="00A9591B"/>
    <w:rsid w:val="00A9610C"/>
    <w:rsid w:val="00AA3740"/>
    <w:rsid w:val="00AB0B7B"/>
    <w:rsid w:val="00AB2165"/>
    <w:rsid w:val="00AB2E1C"/>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0F"/>
    <w:rsid w:val="00B2591D"/>
    <w:rsid w:val="00B4430B"/>
    <w:rsid w:val="00B52ABB"/>
    <w:rsid w:val="00B537D4"/>
    <w:rsid w:val="00B55F8C"/>
    <w:rsid w:val="00B61182"/>
    <w:rsid w:val="00B6147A"/>
    <w:rsid w:val="00B80018"/>
    <w:rsid w:val="00B85D4F"/>
    <w:rsid w:val="00B92247"/>
    <w:rsid w:val="00B94729"/>
    <w:rsid w:val="00B94D3D"/>
    <w:rsid w:val="00BA15E9"/>
    <w:rsid w:val="00BB10DB"/>
    <w:rsid w:val="00BD2593"/>
    <w:rsid w:val="00BD3FFC"/>
    <w:rsid w:val="00BE3646"/>
    <w:rsid w:val="00BF1D07"/>
    <w:rsid w:val="00BF570E"/>
    <w:rsid w:val="00C14F89"/>
    <w:rsid w:val="00C253E4"/>
    <w:rsid w:val="00C2647A"/>
    <w:rsid w:val="00C33951"/>
    <w:rsid w:val="00C35D42"/>
    <w:rsid w:val="00C44F8B"/>
    <w:rsid w:val="00C45B57"/>
    <w:rsid w:val="00C477D2"/>
    <w:rsid w:val="00C63345"/>
    <w:rsid w:val="00C67B95"/>
    <w:rsid w:val="00C74199"/>
    <w:rsid w:val="00C749B6"/>
    <w:rsid w:val="00C86823"/>
    <w:rsid w:val="00C93350"/>
    <w:rsid w:val="00C934D1"/>
    <w:rsid w:val="00CA1B95"/>
    <w:rsid w:val="00CB037E"/>
    <w:rsid w:val="00CB66B2"/>
    <w:rsid w:val="00CC292B"/>
    <w:rsid w:val="00CD2DC4"/>
    <w:rsid w:val="00CD7C83"/>
    <w:rsid w:val="00CE3D31"/>
    <w:rsid w:val="00D0155E"/>
    <w:rsid w:val="00D02CF9"/>
    <w:rsid w:val="00D1332D"/>
    <w:rsid w:val="00D170A4"/>
    <w:rsid w:val="00D17909"/>
    <w:rsid w:val="00D342B4"/>
    <w:rsid w:val="00D356C7"/>
    <w:rsid w:val="00D44884"/>
    <w:rsid w:val="00D46CBF"/>
    <w:rsid w:val="00D61C21"/>
    <w:rsid w:val="00D6477D"/>
    <w:rsid w:val="00D72A7B"/>
    <w:rsid w:val="00D871AD"/>
    <w:rsid w:val="00D94E66"/>
    <w:rsid w:val="00DA0199"/>
    <w:rsid w:val="00DC5319"/>
    <w:rsid w:val="00DC6D0C"/>
    <w:rsid w:val="00DF70DC"/>
    <w:rsid w:val="00E0134D"/>
    <w:rsid w:val="00E05406"/>
    <w:rsid w:val="00E278E0"/>
    <w:rsid w:val="00E36E28"/>
    <w:rsid w:val="00E37148"/>
    <w:rsid w:val="00E51AC8"/>
    <w:rsid w:val="00E74C71"/>
    <w:rsid w:val="00E83F73"/>
    <w:rsid w:val="00E9146D"/>
    <w:rsid w:val="00E970B5"/>
    <w:rsid w:val="00EA6466"/>
    <w:rsid w:val="00EB0490"/>
    <w:rsid w:val="00EB5151"/>
    <w:rsid w:val="00ED711E"/>
    <w:rsid w:val="00ED733F"/>
    <w:rsid w:val="00EF06DE"/>
    <w:rsid w:val="00F11AF7"/>
    <w:rsid w:val="00F13661"/>
    <w:rsid w:val="00F14FED"/>
    <w:rsid w:val="00F31FED"/>
    <w:rsid w:val="00F349F7"/>
    <w:rsid w:val="00F452FD"/>
    <w:rsid w:val="00F46161"/>
    <w:rsid w:val="00F5022D"/>
    <w:rsid w:val="00F51C9E"/>
    <w:rsid w:val="00F53E6B"/>
    <w:rsid w:val="00F57A9E"/>
    <w:rsid w:val="00F61A83"/>
    <w:rsid w:val="00F637C4"/>
    <w:rsid w:val="00F6699E"/>
    <w:rsid w:val="00F7563D"/>
    <w:rsid w:val="00F85F0F"/>
    <w:rsid w:val="00F867F6"/>
    <w:rsid w:val="00F86B49"/>
    <w:rsid w:val="00F90CB5"/>
    <w:rsid w:val="00F95E59"/>
    <w:rsid w:val="00FA28F7"/>
    <w:rsid w:val="00FA3FE9"/>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67EAC03"/>
  <w15:chartTrackingRefBased/>
  <w15:docId w15:val="{22A0369E-D423-4EFC-9790-34F9A206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621B"/>
    <w:pPr>
      <w:widowControl w:val="0"/>
      <w:jc w:val="both"/>
    </w:pPr>
    <w:rPr>
      <w:kern w:val="2"/>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1</TotalTime>
  <Pages>1</Pages>
  <Words>244</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山形県庁</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近藤紀行</cp:lastModifiedBy>
  <cp:revision>3</cp:revision>
  <cp:lastPrinted>2014-11-21T04:56:00Z</cp:lastPrinted>
  <dcterms:created xsi:type="dcterms:W3CDTF">2024-09-21T07:21:00Z</dcterms:created>
  <dcterms:modified xsi:type="dcterms:W3CDTF">2026-01-17T10:39:00Z</dcterms:modified>
</cp:coreProperties>
</file>